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6CC311F"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F4646D">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ACAFA67" w:rsidR="00F1480E" w:rsidRPr="000754EC" w:rsidRDefault="00E933B0" w:rsidP="000754EC">
            <w:pPr>
              <w:pStyle w:val="SIUNITCODE"/>
            </w:pPr>
            <w:r>
              <w:t>AHC</w:t>
            </w:r>
            <w:r w:rsidR="00AB51ED">
              <w:t>BAC</w:t>
            </w:r>
            <w:r w:rsidR="0058449A">
              <w:t>30</w:t>
            </w:r>
            <w:r w:rsidR="00CD5303">
              <w:t>6</w:t>
            </w:r>
          </w:p>
        </w:tc>
        <w:tc>
          <w:tcPr>
            <w:tcW w:w="3604" w:type="pct"/>
            <w:shd w:val="clear" w:color="auto" w:fill="auto"/>
          </w:tcPr>
          <w:p w14:paraId="68240ED7" w14:textId="590CFA37" w:rsidR="00F1480E" w:rsidRPr="000754EC" w:rsidRDefault="00CD5303" w:rsidP="000754EC">
            <w:pPr>
              <w:pStyle w:val="SIUnittitle"/>
            </w:pPr>
            <w:r w:rsidRPr="00CD5303">
              <w:t>Establish agricultural crops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5F0FB35F" w14:textId="77777777" w:rsidR="00CD5303" w:rsidRPr="00CD5303" w:rsidRDefault="00CD5303" w:rsidP="00CD5303">
            <w:pPr>
              <w:pStyle w:val="SIText"/>
            </w:pPr>
            <w:r w:rsidRPr="00CD5303">
              <w:t>This unit of competency describes the skills and knowledge required to establish agricultural crops.</w:t>
            </w:r>
          </w:p>
          <w:p w14:paraId="09C12FB5" w14:textId="77777777" w:rsidR="006F3D3E" w:rsidRPr="00CD5303" w:rsidRDefault="006F3D3E" w:rsidP="00CD5303">
            <w:pPr>
              <w:pStyle w:val="SIText"/>
            </w:pPr>
          </w:p>
          <w:p w14:paraId="48D92F36" w14:textId="2A3E9E00" w:rsidR="00CD5303" w:rsidRPr="00CD5303" w:rsidRDefault="00E96ABC" w:rsidP="00CD5303">
            <w:pPr>
              <w:pStyle w:val="SIText"/>
            </w:pPr>
            <w:r>
              <w:t>The unit applies to individuals</w:t>
            </w:r>
            <w:r w:rsidR="00CD5303" w:rsidRPr="00CD5303">
              <w:t xml:space="preserve"> who work under broad direction and take responsibility for own work including limited responsibility for the work of others. They use discretion and judgement in the selection and use of available resources and complete routine activities.</w:t>
            </w:r>
          </w:p>
          <w:p w14:paraId="4EF5097A" w14:textId="77777777" w:rsidR="00CD5303" w:rsidRPr="00CD5303" w:rsidRDefault="00CD5303" w:rsidP="00CD5303">
            <w:pPr>
              <w:pStyle w:val="SIText"/>
            </w:pPr>
          </w:p>
          <w:p w14:paraId="034C6C33" w14:textId="3F4032A7" w:rsidR="00373436" w:rsidRPr="000754EC" w:rsidRDefault="003E0B89" w:rsidP="00CD5303">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66D4F966"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D5303" w:rsidRPr="00963A46" w14:paraId="2F5B2555" w14:textId="77777777" w:rsidTr="00CA2922">
        <w:trPr>
          <w:cantSplit/>
        </w:trPr>
        <w:tc>
          <w:tcPr>
            <w:tcW w:w="1396" w:type="pct"/>
            <w:shd w:val="clear" w:color="auto" w:fill="auto"/>
          </w:tcPr>
          <w:p w14:paraId="06314A52" w14:textId="5295AF54" w:rsidR="00CD5303" w:rsidRPr="00CD5303" w:rsidRDefault="00CD5303" w:rsidP="00CD5303">
            <w:pPr>
              <w:pStyle w:val="SIText"/>
            </w:pPr>
            <w:r w:rsidRPr="00CD5303">
              <w:t>1. Prepare machinery and equipment for use</w:t>
            </w:r>
          </w:p>
        </w:tc>
        <w:tc>
          <w:tcPr>
            <w:tcW w:w="3604" w:type="pct"/>
            <w:shd w:val="clear" w:color="auto" w:fill="auto"/>
          </w:tcPr>
          <w:p w14:paraId="5373FF15" w14:textId="1D43DD49" w:rsidR="00CD5303" w:rsidRPr="00CD5303" w:rsidRDefault="00CD5303" w:rsidP="00CD5303">
            <w:r w:rsidRPr="00CD5303">
              <w:t>1.1 Select and prepare machinery</w:t>
            </w:r>
            <w:r w:rsidR="00A10F1D">
              <w:t xml:space="preserve"> </w:t>
            </w:r>
            <w:r w:rsidRPr="00CD5303">
              <w:t xml:space="preserve">and equipment </w:t>
            </w:r>
            <w:r w:rsidR="008B745B">
              <w:t xml:space="preserve">according to </w:t>
            </w:r>
            <w:r w:rsidRPr="00CD5303">
              <w:t>work plan</w:t>
            </w:r>
            <w:r w:rsidR="007A07C8">
              <w:t xml:space="preserve"> and biosecurity procedures</w:t>
            </w:r>
          </w:p>
          <w:p w14:paraId="240DB31B" w14:textId="6D66D90E" w:rsidR="00CD5303" w:rsidRPr="00CD5303" w:rsidRDefault="00CD5303" w:rsidP="00CD5303">
            <w:r w:rsidRPr="00CD5303">
              <w:t xml:space="preserve">1.2 Attach and calibrate equipment </w:t>
            </w:r>
            <w:r w:rsidR="008B745B">
              <w:t>according to work plan specifications and operator instructions</w:t>
            </w:r>
          </w:p>
          <w:p w14:paraId="1696B99B" w14:textId="1DA1E094" w:rsidR="00CD5303" w:rsidRPr="00CD5303" w:rsidRDefault="00CD5303" w:rsidP="007A07C8">
            <w:r w:rsidRPr="00CD5303">
              <w:t xml:space="preserve">1.3 </w:t>
            </w:r>
            <w:r w:rsidR="008B745B" w:rsidRPr="008B745B">
              <w:t>Identify work health and safety hazards, assess risk and implement controls according to workplace procedures</w:t>
            </w:r>
          </w:p>
        </w:tc>
      </w:tr>
      <w:tr w:rsidR="00CD5303" w:rsidRPr="00963A46" w14:paraId="6D79A7FA" w14:textId="77777777" w:rsidTr="00CA2922">
        <w:trPr>
          <w:cantSplit/>
        </w:trPr>
        <w:tc>
          <w:tcPr>
            <w:tcW w:w="1396" w:type="pct"/>
            <w:shd w:val="clear" w:color="auto" w:fill="auto"/>
          </w:tcPr>
          <w:p w14:paraId="56B4064B" w14:textId="661388D1" w:rsidR="00CD5303" w:rsidRPr="00CD5303" w:rsidRDefault="00CD5303" w:rsidP="00CD5303">
            <w:pPr>
              <w:pStyle w:val="SIText"/>
            </w:pPr>
            <w:r w:rsidRPr="00CD5303">
              <w:t>2. Prepare for agricultural crop establishment</w:t>
            </w:r>
          </w:p>
        </w:tc>
        <w:tc>
          <w:tcPr>
            <w:tcW w:w="3604" w:type="pct"/>
            <w:shd w:val="clear" w:color="auto" w:fill="auto"/>
          </w:tcPr>
          <w:p w14:paraId="1674B4F6" w14:textId="66315638" w:rsidR="00CD5303" w:rsidRPr="00CD5303" w:rsidRDefault="00CD5303" w:rsidP="00CD5303">
            <w:r w:rsidRPr="00CD5303">
              <w:t xml:space="preserve">2.1 </w:t>
            </w:r>
            <w:r w:rsidR="008B745B">
              <w:t>Ensure</w:t>
            </w:r>
            <w:r w:rsidR="008B745B" w:rsidRPr="00CD5303">
              <w:t xml:space="preserve"> </w:t>
            </w:r>
            <w:r w:rsidRPr="00CD5303">
              <w:t>soil and weather conditions</w:t>
            </w:r>
            <w:r w:rsidR="008B745B">
              <w:t xml:space="preserve"> comply with planned outcomes</w:t>
            </w:r>
          </w:p>
          <w:p w14:paraId="6F898353" w14:textId="6FF15DF0" w:rsidR="00CD5303" w:rsidRPr="00CD5303" w:rsidRDefault="00CD5303" w:rsidP="00CD5303">
            <w:r w:rsidRPr="00CD5303">
              <w:t>2.</w:t>
            </w:r>
            <w:r w:rsidR="008B745B">
              <w:t>2</w:t>
            </w:r>
            <w:r w:rsidRPr="00CD5303">
              <w:t xml:space="preserve"> Confirm soil test results and identify appropriate soil amendments</w:t>
            </w:r>
          </w:p>
          <w:p w14:paraId="622EE366" w14:textId="7A0A912F" w:rsidR="008B745B" w:rsidRPr="008B745B" w:rsidRDefault="00CD5303" w:rsidP="008B745B">
            <w:r w:rsidRPr="00CD5303">
              <w:t>2.</w:t>
            </w:r>
            <w:r w:rsidR="008B745B">
              <w:t>3</w:t>
            </w:r>
            <w:r w:rsidRPr="00CD5303">
              <w:t xml:space="preserve"> </w:t>
            </w:r>
            <w:r w:rsidR="008B745B">
              <w:t>Prepare</w:t>
            </w:r>
            <w:r w:rsidR="008B745B" w:rsidRPr="00CD5303">
              <w:t xml:space="preserve"> </w:t>
            </w:r>
            <w:r w:rsidRPr="00CD5303">
              <w:t>seeding</w:t>
            </w:r>
            <w:r w:rsidR="007A07C8">
              <w:t xml:space="preserve">, </w:t>
            </w:r>
            <w:r w:rsidRPr="00CD5303">
              <w:t>fertilis</w:t>
            </w:r>
            <w:r w:rsidR="007A07C8">
              <w:t>ing</w:t>
            </w:r>
            <w:r w:rsidRPr="00CD5303">
              <w:t>,</w:t>
            </w:r>
            <w:r w:rsidR="007A07C8">
              <w:t xml:space="preserve"> and</w:t>
            </w:r>
            <w:r w:rsidRPr="00CD5303">
              <w:t xml:space="preserve"> pest and weed control requirements </w:t>
            </w:r>
            <w:r w:rsidR="008B745B">
              <w:t>according</w:t>
            </w:r>
            <w:r w:rsidR="008B745B" w:rsidRPr="00CD5303">
              <w:t xml:space="preserve"> soil conservation and sustainable land management practices and procedures</w:t>
            </w:r>
          </w:p>
          <w:p w14:paraId="6BB72E57" w14:textId="328537DF" w:rsidR="00CD5303" w:rsidRPr="00CD5303" w:rsidRDefault="00CD5303" w:rsidP="00EB525E">
            <w:r w:rsidRPr="00CD5303">
              <w:t>2.</w:t>
            </w:r>
            <w:r w:rsidR="008B745B">
              <w:t>4</w:t>
            </w:r>
            <w:r w:rsidR="008B745B" w:rsidRPr="00CD5303">
              <w:t xml:space="preserve"> </w:t>
            </w:r>
            <w:r w:rsidRPr="00CD5303">
              <w:t xml:space="preserve">Prepare contingency plans for </w:t>
            </w:r>
            <w:r w:rsidR="008B745B">
              <w:t>unfor</w:t>
            </w:r>
            <w:r w:rsidR="00F4646D">
              <w:t>e</w:t>
            </w:r>
            <w:r w:rsidR="008B745B">
              <w:t>seen</w:t>
            </w:r>
            <w:r w:rsidR="008B745B" w:rsidRPr="00CD5303">
              <w:t xml:space="preserve"> </w:t>
            </w:r>
            <w:r w:rsidR="008B745B">
              <w:t>weather</w:t>
            </w:r>
            <w:r w:rsidR="008B745B" w:rsidRPr="00CD5303">
              <w:t xml:space="preserve"> </w:t>
            </w:r>
            <w:r w:rsidRPr="00CD5303">
              <w:t>conditions</w:t>
            </w:r>
          </w:p>
        </w:tc>
      </w:tr>
      <w:tr w:rsidR="00CD5303" w:rsidRPr="00963A46" w14:paraId="16CD00DC" w14:textId="77777777" w:rsidTr="00CA2922">
        <w:trPr>
          <w:cantSplit/>
        </w:trPr>
        <w:tc>
          <w:tcPr>
            <w:tcW w:w="1396" w:type="pct"/>
            <w:shd w:val="clear" w:color="auto" w:fill="auto"/>
          </w:tcPr>
          <w:p w14:paraId="6F2E2312" w14:textId="3FFD58E2" w:rsidR="00CD5303" w:rsidRPr="00CD5303" w:rsidRDefault="00CD5303" w:rsidP="00CD5303">
            <w:pPr>
              <w:pStyle w:val="SIText"/>
            </w:pPr>
            <w:r w:rsidRPr="00CD5303">
              <w:t>3. Sow the crop</w:t>
            </w:r>
          </w:p>
        </w:tc>
        <w:tc>
          <w:tcPr>
            <w:tcW w:w="3604" w:type="pct"/>
            <w:shd w:val="clear" w:color="auto" w:fill="auto"/>
          </w:tcPr>
          <w:p w14:paraId="5886559F" w14:textId="1CDA180F" w:rsidR="00CD5303" w:rsidRPr="00CD5303" w:rsidRDefault="00CD5303" w:rsidP="00CD5303">
            <w:r w:rsidRPr="00CD5303">
              <w:t>3.</w:t>
            </w:r>
            <w:r w:rsidR="007A07C8">
              <w:t>1</w:t>
            </w:r>
            <w:r w:rsidRPr="00CD5303">
              <w:t xml:space="preserve"> </w:t>
            </w:r>
            <w:r w:rsidR="007A07C8">
              <w:t>C</w:t>
            </w:r>
            <w:r w:rsidRPr="00CD5303">
              <w:t>onduct seeding and fertiliser applications</w:t>
            </w:r>
            <w:r w:rsidR="007A07C8">
              <w:t xml:space="preserve"> using </w:t>
            </w:r>
            <w:r w:rsidR="007A07C8" w:rsidRPr="00CD5303">
              <w:t xml:space="preserve">technology to ensure most efficient performance </w:t>
            </w:r>
            <w:r w:rsidR="007A07C8">
              <w:t>according to work plan</w:t>
            </w:r>
          </w:p>
          <w:p w14:paraId="02F3F4E5" w14:textId="167ACACD" w:rsidR="00CD5303" w:rsidRPr="00CD5303" w:rsidRDefault="00CD5303" w:rsidP="00CD5303">
            <w:r w:rsidRPr="00CD5303">
              <w:t>3.</w:t>
            </w:r>
            <w:r w:rsidR="007A07C8">
              <w:t>2</w:t>
            </w:r>
            <w:r w:rsidRPr="00CD5303">
              <w:t xml:space="preserve"> Coordinate pest and weed control treatment with seeding and fertiliser applications</w:t>
            </w:r>
          </w:p>
          <w:p w14:paraId="7C104250" w14:textId="11815AB9" w:rsidR="00CD5303" w:rsidRPr="00CD5303" w:rsidRDefault="00CD5303" w:rsidP="007A07C8">
            <w:pPr>
              <w:pStyle w:val="SIText"/>
            </w:pPr>
            <w:r w:rsidRPr="00CD5303">
              <w:t>3.</w:t>
            </w:r>
            <w:r w:rsidR="007A07C8">
              <w:t>3</w:t>
            </w:r>
            <w:r w:rsidRPr="00CD5303">
              <w:t xml:space="preserve"> Identify environmental implications </w:t>
            </w:r>
            <w:r w:rsidR="007A07C8">
              <w:t xml:space="preserve">of </w:t>
            </w:r>
            <w:r w:rsidRPr="00CD5303">
              <w:t xml:space="preserve">sowing operations, assess impact and implement </w:t>
            </w:r>
            <w:r w:rsidR="007A07C8">
              <w:t>controls to mitigate environmental damage</w:t>
            </w:r>
          </w:p>
        </w:tc>
      </w:tr>
      <w:tr w:rsidR="00CD5303" w:rsidRPr="00963A46" w14:paraId="188E8AB4" w14:textId="77777777" w:rsidTr="00CA2922">
        <w:trPr>
          <w:cantSplit/>
        </w:trPr>
        <w:tc>
          <w:tcPr>
            <w:tcW w:w="1396" w:type="pct"/>
            <w:shd w:val="clear" w:color="auto" w:fill="auto"/>
          </w:tcPr>
          <w:p w14:paraId="742AD9DE" w14:textId="70D19F27" w:rsidR="00CD5303" w:rsidRPr="00CD5303" w:rsidRDefault="00CD5303" w:rsidP="00CD5303">
            <w:pPr>
              <w:pStyle w:val="SIText"/>
            </w:pPr>
            <w:r w:rsidRPr="00CD5303">
              <w:t>4. Complete seeding operations</w:t>
            </w:r>
          </w:p>
        </w:tc>
        <w:tc>
          <w:tcPr>
            <w:tcW w:w="3604" w:type="pct"/>
            <w:shd w:val="clear" w:color="auto" w:fill="auto"/>
          </w:tcPr>
          <w:p w14:paraId="34D3869E" w14:textId="2A82304B" w:rsidR="00CD5303" w:rsidRPr="00CD5303" w:rsidRDefault="00CD5303" w:rsidP="00CD5303">
            <w:r w:rsidRPr="00CD5303">
              <w:t xml:space="preserve">4.1 Maintain seeding, machinery and equipment operation records </w:t>
            </w:r>
            <w:r w:rsidR="007A07C8">
              <w:t>according to workplace record keeping procedures</w:t>
            </w:r>
          </w:p>
          <w:p w14:paraId="31E02128" w14:textId="59ED7848" w:rsidR="00CD5303" w:rsidRPr="00CD5303" w:rsidRDefault="00CD5303" w:rsidP="00CD5303">
            <w:r w:rsidRPr="00CD5303">
              <w:t xml:space="preserve">4.2 Report machinery and equipment </w:t>
            </w:r>
            <w:r w:rsidR="007A07C8">
              <w:t>faults</w:t>
            </w:r>
            <w:r w:rsidRPr="00CD5303">
              <w:t xml:space="preserve"> </w:t>
            </w:r>
            <w:r w:rsidR="007A07C8">
              <w:t>according to workplace procedures</w:t>
            </w:r>
          </w:p>
          <w:p w14:paraId="2AF51E0C" w14:textId="0A731BF4" w:rsidR="00CD5303" w:rsidRPr="00CD5303" w:rsidRDefault="00CD5303" w:rsidP="00CD5303">
            <w:r w:rsidRPr="00CD5303">
              <w:t xml:space="preserve">4.3 Clean, secure and store machinery and equipment </w:t>
            </w:r>
            <w:r w:rsidR="007A07C8">
              <w:t>according to</w:t>
            </w:r>
            <w:r w:rsidRPr="00CD5303">
              <w:t xml:space="preserve"> manufacturer specifications</w:t>
            </w:r>
            <w:r w:rsidR="007A07C8">
              <w:t xml:space="preserve">, biosecurity </w:t>
            </w:r>
            <w:r w:rsidRPr="00CD5303">
              <w:t xml:space="preserve">and </w:t>
            </w:r>
            <w:r w:rsidR="007A07C8">
              <w:t>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634644E0"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F3D3E" w:rsidRPr="00EB525E" w:rsidDel="00423CB2" w14:paraId="1CF24FD6" w14:textId="77777777" w:rsidTr="00CA2922">
        <w:tc>
          <w:tcPr>
            <w:tcW w:w="1396" w:type="pct"/>
          </w:tcPr>
          <w:p w14:paraId="6D88B952" w14:textId="0B590CC7" w:rsidR="006F3D3E" w:rsidRPr="00EB525E" w:rsidRDefault="006F3D3E" w:rsidP="00DF5316">
            <w:pPr>
              <w:pStyle w:val="SIText"/>
            </w:pPr>
            <w:r w:rsidRPr="00DF5316">
              <w:t>Reading</w:t>
            </w:r>
          </w:p>
        </w:tc>
        <w:tc>
          <w:tcPr>
            <w:tcW w:w="3604" w:type="pct"/>
          </w:tcPr>
          <w:p w14:paraId="2F802143" w14:textId="77777777" w:rsidR="006F3D3E" w:rsidRDefault="006B49F7" w:rsidP="002A1106">
            <w:pPr>
              <w:pStyle w:val="SIBulletList1"/>
            </w:pPr>
            <w:r w:rsidRPr="00EB525E">
              <w:t>Interpret plans and str</w:t>
            </w:r>
            <w:r w:rsidR="00A14BB2" w:rsidRPr="002A1106">
              <w:t>ategies for crop establishment</w:t>
            </w:r>
          </w:p>
          <w:p w14:paraId="1B7CC730" w14:textId="5845C89A" w:rsidR="004C1154" w:rsidRPr="00EB525E" w:rsidRDefault="004C1154" w:rsidP="00EB525E">
            <w:pPr>
              <w:pStyle w:val="SIBulletList1"/>
            </w:pPr>
            <w:r>
              <w:t>I</w:t>
            </w:r>
            <w:r w:rsidRPr="004C1154">
              <w:t xml:space="preserve">nterpret manufacturer specifications, work and maintenance plans, and </w:t>
            </w:r>
            <w:r>
              <w:t>safety data</w:t>
            </w:r>
          </w:p>
        </w:tc>
      </w:tr>
      <w:tr w:rsidR="006F3D3E" w:rsidRPr="00EB525E" w:rsidDel="00423CB2" w14:paraId="60E114E0" w14:textId="77777777" w:rsidTr="00CA2922">
        <w:tc>
          <w:tcPr>
            <w:tcW w:w="1396" w:type="pct"/>
          </w:tcPr>
          <w:p w14:paraId="7649CFD2" w14:textId="498E2F18" w:rsidR="006F3D3E" w:rsidRPr="00EB525E" w:rsidRDefault="00657861" w:rsidP="00DF5316">
            <w:pPr>
              <w:pStyle w:val="SIText"/>
            </w:pPr>
            <w:r w:rsidRPr="00DF5316">
              <w:t>Numeracy</w:t>
            </w:r>
          </w:p>
        </w:tc>
        <w:tc>
          <w:tcPr>
            <w:tcW w:w="3604" w:type="pct"/>
          </w:tcPr>
          <w:p w14:paraId="08B69E3C" w14:textId="0C891C79" w:rsidR="006F3D3E" w:rsidRPr="00EB525E" w:rsidRDefault="006B49F7" w:rsidP="002A1106">
            <w:pPr>
              <w:pStyle w:val="SIBulletList1"/>
              <w:rPr>
                <w:rFonts w:eastAsia="Calibri"/>
              </w:rPr>
            </w:pPr>
            <w:r w:rsidRPr="00EB525E">
              <w:t>Calculate rates of application of seed, treatments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B525E" w14:paraId="7EFB7203" w14:textId="77777777" w:rsidTr="00F33FF2">
        <w:tc>
          <w:tcPr>
            <w:tcW w:w="1028" w:type="pct"/>
          </w:tcPr>
          <w:p w14:paraId="1BDE2364" w14:textId="77777777" w:rsidR="00DA54B5" w:rsidRPr="002A1106" w:rsidRDefault="006F3D3E" w:rsidP="00A14BB2">
            <w:pPr>
              <w:pStyle w:val="SIText"/>
            </w:pPr>
            <w:r w:rsidRPr="00A14BB2">
              <w:t>AHCBAC306 Establish agricultural crops</w:t>
            </w:r>
          </w:p>
          <w:p w14:paraId="6B803FA7" w14:textId="0BA0120F" w:rsidR="006F3D3E" w:rsidRPr="002A1106" w:rsidRDefault="006F3D3E" w:rsidP="002A1106">
            <w:pPr>
              <w:pStyle w:val="SIText"/>
            </w:pPr>
            <w:r w:rsidRPr="002A1106">
              <w:t>Release 2</w:t>
            </w:r>
          </w:p>
        </w:tc>
        <w:tc>
          <w:tcPr>
            <w:tcW w:w="1105" w:type="pct"/>
          </w:tcPr>
          <w:p w14:paraId="16E179AB" w14:textId="77777777" w:rsidR="00DA54B5" w:rsidRPr="00EB525E" w:rsidRDefault="006F3D3E" w:rsidP="00EB525E">
            <w:pPr>
              <w:pStyle w:val="SIText"/>
            </w:pPr>
            <w:r w:rsidRPr="00EB525E">
              <w:t>AHCBAC306 Establish agricultural crops</w:t>
            </w:r>
          </w:p>
          <w:p w14:paraId="3216D365" w14:textId="5EF69DB6" w:rsidR="006F3D3E" w:rsidRPr="00EB525E" w:rsidRDefault="006F3D3E" w:rsidP="00EB525E">
            <w:pPr>
              <w:pStyle w:val="SIText"/>
            </w:pPr>
            <w:r w:rsidRPr="00EB525E">
              <w:t>Release 1</w:t>
            </w:r>
          </w:p>
        </w:tc>
        <w:tc>
          <w:tcPr>
            <w:tcW w:w="1251" w:type="pct"/>
          </w:tcPr>
          <w:p w14:paraId="30B8888F" w14:textId="59A88667" w:rsidR="00DA54B5" w:rsidRPr="00EB525E" w:rsidRDefault="002C03E7" w:rsidP="00EB525E">
            <w:pPr>
              <w:pStyle w:val="SIText"/>
            </w:pPr>
            <w:r w:rsidRPr="00EB525E">
              <w:t xml:space="preserve">Changes to Application. </w:t>
            </w:r>
            <w:r w:rsidR="00DF5316" w:rsidRPr="00EB525E">
              <w:t xml:space="preserve">Changes to </w:t>
            </w:r>
            <w:r w:rsidRPr="00EB525E">
              <w:t xml:space="preserve">sequencing </w:t>
            </w:r>
            <w:r w:rsidR="00DF5316">
              <w:t>and editing of</w:t>
            </w:r>
            <w:r w:rsidRPr="00EB525E">
              <w:t xml:space="preserve"> Performance Criteria. Added Foundation Skills. Updated Performance Evidence, Knowledge Evidence and Assessment Conditions</w:t>
            </w:r>
          </w:p>
        </w:tc>
        <w:tc>
          <w:tcPr>
            <w:tcW w:w="1616" w:type="pct"/>
          </w:tcPr>
          <w:p w14:paraId="325B98A3" w14:textId="584169E7" w:rsidR="00DA54B5" w:rsidRPr="00EB525E" w:rsidRDefault="00DF5316" w:rsidP="00EB525E">
            <w:pPr>
              <w:pStyle w:val="SIText"/>
            </w:pPr>
            <w:r w:rsidRPr="00EB525E">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E5D9019" w:rsidR="00556C4C" w:rsidRPr="000754EC" w:rsidRDefault="00556C4C" w:rsidP="000754EC">
            <w:pPr>
              <w:pStyle w:val="SIUnittitle"/>
            </w:pPr>
            <w:r w:rsidRPr="00F56827">
              <w:t xml:space="preserve">Assessment requirements for </w:t>
            </w:r>
            <w:r w:rsidR="00CD5303" w:rsidRPr="00CD5303">
              <w:t>AHCBAC306 Establish agricultural crops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EB525E" w14:paraId="35611450" w14:textId="77777777" w:rsidTr="00113678">
        <w:tc>
          <w:tcPr>
            <w:tcW w:w="5000" w:type="pct"/>
            <w:gridSpan w:val="2"/>
            <w:shd w:val="clear" w:color="auto" w:fill="auto"/>
          </w:tcPr>
          <w:p w14:paraId="6C52247C" w14:textId="5AF7D4CC" w:rsidR="00DA54B5" w:rsidRPr="00EB525E" w:rsidRDefault="00DA54B5" w:rsidP="002A1106">
            <w:pPr>
              <w:pStyle w:val="SIText"/>
            </w:pPr>
            <w:r w:rsidRPr="00EB525E">
              <w:t xml:space="preserve">An individual demonstrating competency must satisfy all of the elements and performance criteria in this unit. </w:t>
            </w:r>
          </w:p>
          <w:p w14:paraId="4854256B" w14:textId="7B0DFC57" w:rsidR="00CD5303" w:rsidRPr="00EB525E" w:rsidRDefault="006030FD" w:rsidP="00EB525E">
            <w:pPr>
              <w:pStyle w:val="SIText"/>
            </w:pPr>
            <w:r w:rsidRPr="00EB525E">
              <w:t xml:space="preserve">There must be evidence that the individual has </w:t>
            </w:r>
            <w:r w:rsidR="00A14BB2" w:rsidRPr="00EB525E">
              <w:t>established at least 2 agricultural crops and has:</w:t>
            </w:r>
          </w:p>
          <w:p w14:paraId="454EBF5D" w14:textId="446095F3" w:rsidR="00CD5303" w:rsidRPr="00EB525E" w:rsidRDefault="00CD5303" w:rsidP="00EB525E">
            <w:pPr>
              <w:pStyle w:val="SIBulletList1"/>
            </w:pPr>
            <w:r w:rsidRPr="00EB525E">
              <w:t>identif</w:t>
            </w:r>
            <w:r w:rsidR="00A14BB2">
              <w:t>ied</w:t>
            </w:r>
            <w:r w:rsidRPr="00EB525E">
              <w:t xml:space="preserve"> </w:t>
            </w:r>
            <w:r w:rsidR="00A14BB2">
              <w:t xml:space="preserve">health and safety </w:t>
            </w:r>
            <w:r w:rsidRPr="00EB525E">
              <w:t>hazards</w:t>
            </w:r>
            <w:r w:rsidR="00A14BB2">
              <w:t xml:space="preserve">, assessed the risk </w:t>
            </w:r>
            <w:r w:rsidRPr="00EB525E">
              <w:t>and implement</w:t>
            </w:r>
            <w:r w:rsidR="00A14BB2">
              <w:t>ed</w:t>
            </w:r>
            <w:r w:rsidRPr="00EB525E">
              <w:t xml:space="preserve"> </w:t>
            </w:r>
            <w:r w:rsidR="00A14BB2">
              <w:t>controls</w:t>
            </w:r>
          </w:p>
          <w:p w14:paraId="79102833" w14:textId="4865718E" w:rsidR="00CD5303" w:rsidRPr="00EB525E" w:rsidRDefault="00CD5303" w:rsidP="00EB525E">
            <w:pPr>
              <w:pStyle w:val="SIBulletList1"/>
            </w:pPr>
            <w:r w:rsidRPr="00EB525E">
              <w:t>sow</w:t>
            </w:r>
            <w:r w:rsidR="00A14BB2">
              <w:t>n</w:t>
            </w:r>
            <w:r w:rsidRPr="00EB525E">
              <w:t xml:space="preserve"> seed and appl</w:t>
            </w:r>
            <w:r w:rsidR="00A14BB2">
              <w:t>ied</w:t>
            </w:r>
            <w:r w:rsidRPr="00EB525E">
              <w:t xml:space="preserve"> fertiliser at the required placement and rate</w:t>
            </w:r>
          </w:p>
          <w:p w14:paraId="0FD4E877" w14:textId="77777777" w:rsidR="00A14BB2" w:rsidRDefault="00A14BB2" w:rsidP="00EB525E">
            <w:pPr>
              <w:pStyle w:val="SIBulletList1"/>
            </w:pPr>
            <w:r>
              <w:t>coordinated weeds, pest and disease controls with sowing, including:</w:t>
            </w:r>
          </w:p>
          <w:p w14:paraId="7BE32F6C" w14:textId="1222C148" w:rsidR="00CD5303" w:rsidRDefault="00CD5303" w:rsidP="00EB525E">
            <w:pPr>
              <w:pStyle w:val="SIBulletList2"/>
            </w:pPr>
            <w:r w:rsidRPr="00EB525E">
              <w:t>identif</w:t>
            </w:r>
            <w:r w:rsidR="00A14BB2">
              <w:t>ied</w:t>
            </w:r>
            <w:r w:rsidRPr="00EB525E">
              <w:t xml:space="preserve"> types of weeds</w:t>
            </w:r>
            <w:r w:rsidR="00A14BB2">
              <w:t>, pests and diseases</w:t>
            </w:r>
            <w:r w:rsidRPr="00EB525E">
              <w:t xml:space="preserve"> harmful to crop establishment</w:t>
            </w:r>
          </w:p>
          <w:p w14:paraId="318E50B0" w14:textId="1AF7B7A6" w:rsidR="00A14BB2" w:rsidRPr="00EB525E" w:rsidRDefault="00A14BB2" w:rsidP="00EB525E">
            <w:pPr>
              <w:pStyle w:val="SIBulletList2"/>
            </w:pPr>
            <w:r>
              <w:t xml:space="preserve">selected and applied controls </w:t>
            </w:r>
          </w:p>
          <w:p w14:paraId="5D483121" w14:textId="6DA5237C" w:rsidR="00A14BB2" w:rsidRDefault="00A14BB2" w:rsidP="00EB525E">
            <w:pPr>
              <w:pStyle w:val="SIBulletList1"/>
            </w:pPr>
            <w:r>
              <w:t xml:space="preserve">prepared and </w:t>
            </w:r>
            <w:r w:rsidR="004C1154">
              <w:t xml:space="preserve">safely </w:t>
            </w:r>
            <w:r>
              <w:t>operated machinery and equipment, including:</w:t>
            </w:r>
          </w:p>
          <w:p w14:paraId="46055B06" w14:textId="77777777" w:rsidR="00A14BB2" w:rsidRDefault="00CD5303" w:rsidP="00EB525E">
            <w:pPr>
              <w:pStyle w:val="SIBulletList2"/>
            </w:pPr>
            <w:r w:rsidRPr="00EB525E">
              <w:t>perform</w:t>
            </w:r>
            <w:r w:rsidR="00A14BB2">
              <w:t>ed</w:t>
            </w:r>
            <w:r w:rsidRPr="00EB525E">
              <w:t xml:space="preserve"> pre-operational and safety checks</w:t>
            </w:r>
          </w:p>
          <w:p w14:paraId="559F4F06" w14:textId="63393204" w:rsidR="00CD5303" w:rsidRPr="00EB525E" w:rsidRDefault="00CD5303" w:rsidP="00EB525E">
            <w:pPr>
              <w:pStyle w:val="SIBulletList2"/>
            </w:pPr>
            <w:r w:rsidRPr="00EB525E">
              <w:t>servic</w:t>
            </w:r>
            <w:r w:rsidR="00A14BB2">
              <w:t xml:space="preserve">ed </w:t>
            </w:r>
            <w:r w:rsidRPr="00EB525E">
              <w:t>and maint</w:t>
            </w:r>
            <w:r w:rsidR="00A14BB2">
              <w:t xml:space="preserve">ained </w:t>
            </w:r>
            <w:r w:rsidRPr="00EB525E">
              <w:t>machinery and equipment</w:t>
            </w:r>
          </w:p>
          <w:p w14:paraId="665CBE8B" w14:textId="2440B379" w:rsidR="004C1154" w:rsidRDefault="004C1154" w:rsidP="00EB525E">
            <w:pPr>
              <w:pStyle w:val="SIBulletList2"/>
            </w:pPr>
            <w:r>
              <w:t>c</w:t>
            </w:r>
            <w:r w:rsidR="00CD5303" w:rsidRPr="00EB525E">
              <w:t>alibrate</w:t>
            </w:r>
            <w:r w:rsidR="00A14BB2">
              <w:t>d</w:t>
            </w:r>
            <w:r>
              <w:t xml:space="preserve"> according to planned outcomes</w:t>
            </w:r>
          </w:p>
          <w:p w14:paraId="5BA77EB5" w14:textId="7F60A215" w:rsidR="00CD5303" w:rsidRDefault="00CD5303" w:rsidP="00EB525E">
            <w:pPr>
              <w:pStyle w:val="SIBulletList2"/>
            </w:pPr>
            <w:r w:rsidRPr="00EB525E">
              <w:t>attach</w:t>
            </w:r>
            <w:r w:rsidR="004C1154">
              <w:t xml:space="preserve">ed and </w:t>
            </w:r>
            <w:r w:rsidRPr="00EB525E">
              <w:t>detach</w:t>
            </w:r>
            <w:r w:rsidR="004C1154">
              <w:t>ed</w:t>
            </w:r>
            <w:r w:rsidRPr="00EB525E">
              <w:t xml:space="preserve"> </w:t>
            </w:r>
            <w:r w:rsidR="004C1154">
              <w:t xml:space="preserve">supplementary </w:t>
            </w:r>
            <w:r w:rsidRPr="00EB525E">
              <w:t>equipment</w:t>
            </w:r>
          </w:p>
          <w:p w14:paraId="3530096C" w14:textId="153A821F" w:rsidR="004C1154" w:rsidRDefault="004C1154" w:rsidP="004C1154">
            <w:pPr>
              <w:pStyle w:val="SIBulletList2"/>
            </w:pPr>
            <w:r w:rsidRPr="004C1154">
              <w:t>recognise</w:t>
            </w:r>
            <w:r>
              <w:t>d</w:t>
            </w:r>
            <w:r w:rsidRPr="004C1154">
              <w:t xml:space="preserve"> and report</w:t>
            </w:r>
            <w:r>
              <w:t>ed</w:t>
            </w:r>
            <w:r w:rsidRPr="004C1154">
              <w:t xml:space="preserve"> machinery faults </w:t>
            </w:r>
            <w:r>
              <w:t xml:space="preserve">and </w:t>
            </w:r>
            <w:r w:rsidRPr="004C1154">
              <w:t>perform minor repairs</w:t>
            </w:r>
          </w:p>
          <w:p w14:paraId="254FDE8B" w14:textId="6114E1D1" w:rsidR="00BE17CD" w:rsidRPr="004C1154" w:rsidRDefault="00BE17CD" w:rsidP="00BE17CD">
            <w:pPr>
              <w:pStyle w:val="SIBulletList2"/>
            </w:pPr>
            <w:r w:rsidRPr="00BE17CD">
              <w:t>cleaned, secured and stored machinery and equipment</w:t>
            </w:r>
          </w:p>
          <w:p w14:paraId="43B4C450" w14:textId="322DFCF5" w:rsidR="00CD5303" w:rsidRDefault="004C1154" w:rsidP="00EB525E">
            <w:pPr>
              <w:pStyle w:val="SIBulletList1"/>
            </w:pPr>
            <w:r>
              <w:t>implemented</w:t>
            </w:r>
            <w:r w:rsidRPr="00EB525E">
              <w:t xml:space="preserve"> </w:t>
            </w:r>
            <w:r w:rsidR="00CD5303" w:rsidRPr="00EB525E">
              <w:t xml:space="preserve">emergency operating procedures </w:t>
            </w:r>
            <w:commentRangeStart w:id="0"/>
            <w:r>
              <w:t>for</w:t>
            </w:r>
            <w:r w:rsidRPr="00EB525E">
              <w:t xml:space="preserve"> </w:t>
            </w:r>
            <w:r w:rsidR="002C049A">
              <w:t xml:space="preserve">at least 2 of </w:t>
            </w:r>
            <w:commentRangeEnd w:id="0"/>
            <w:r w:rsidR="002C049A">
              <w:rPr>
                <w:szCs w:val="22"/>
                <w:lang w:eastAsia="en-AU"/>
              </w:rPr>
              <w:commentReference w:id="0"/>
            </w:r>
            <w:r w:rsidR="002C049A">
              <w:t xml:space="preserve">the following soil and/or weather </w:t>
            </w:r>
            <w:r w:rsidR="00CD5303" w:rsidRPr="00EB525E">
              <w:t>conditions</w:t>
            </w:r>
            <w:r w:rsidR="002C049A">
              <w:t>:</w:t>
            </w:r>
          </w:p>
          <w:p w14:paraId="4674E919" w14:textId="77777777" w:rsidR="002C049A" w:rsidRDefault="002C049A" w:rsidP="00EB525E">
            <w:pPr>
              <w:pStyle w:val="SIBulletList2"/>
            </w:pPr>
            <w:commentRangeStart w:id="1"/>
            <w:r>
              <w:t>wet and boggy soil</w:t>
            </w:r>
          </w:p>
          <w:p w14:paraId="0E1F2CFE" w14:textId="71FDEBE1" w:rsidR="002C049A" w:rsidRDefault="002C049A" w:rsidP="00EB525E">
            <w:pPr>
              <w:pStyle w:val="SIBulletList2"/>
            </w:pPr>
            <w:r>
              <w:t>icy and slippery</w:t>
            </w:r>
          </w:p>
          <w:p w14:paraId="3341AF21" w14:textId="70AA061A" w:rsidR="002C049A" w:rsidRDefault="002C049A" w:rsidP="00EB525E">
            <w:pPr>
              <w:pStyle w:val="SIBulletList2"/>
            </w:pPr>
            <w:r>
              <w:t>hot and dry</w:t>
            </w:r>
            <w:commentRangeEnd w:id="1"/>
            <w:r>
              <w:rPr>
                <w:szCs w:val="22"/>
                <w:lang w:eastAsia="en-AU"/>
              </w:rPr>
              <w:commentReference w:id="1"/>
            </w:r>
            <w:r>
              <w:t xml:space="preserve"> fire conditions</w:t>
            </w:r>
          </w:p>
          <w:p w14:paraId="45B8F946" w14:textId="294E705C" w:rsidR="002C049A" w:rsidRPr="00EB525E" w:rsidRDefault="002C049A" w:rsidP="00EB525E">
            <w:pPr>
              <w:pStyle w:val="SIBulletList2"/>
              <w:rPr>
                <w:rStyle w:val="SITemporaryText-red"/>
              </w:rPr>
            </w:pPr>
            <w:r w:rsidRPr="00EB525E">
              <w:rPr>
                <w:rStyle w:val="SITemporaryText-red"/>
              </w:rPr>
              <w:t>???</w:t>
            </w:r>
          </w:p>
          <w:p w14:paraId="7DEE4253" w14:textId="08F67C5B" w:rsidR="00CD5303" w:rsidRPr="00EB525E" w:rsidRDefault="004C1154" w:rsidP="00EB525E">
            <w:pPr>
              <w:pStyle w:val="SIBulletList1"/>
            </w:pPr>
            <w:r>
              <w:t>implemented procedures for</w:t>
            </w:r>
            <w:r w:rsidR="00CD5303" w:rsidRPr="00EB525E">
              <w:t xml:space="preserve"> safe</w:t>
            </w:r>
            <w:r>
              <w:t>ty</w:t>
            </w:r>
            <w:r w:rsidR="00CD5303" w:rsidRPr="00EB525E">
              <w:t>, environmental and sustainable land management practices</w:t>
            </w:r>
          </w:p>
          <w:p w14:paraId="408FE21D" w14:textId="1617A611" w:rsidR="00CD5303" w:rsidRPr="00EB525E" w:rsidRDefault="00CD5303" w:rsidP="00EB525E">
            <w:pPr>
              <w:pStyle w:val="SIBulletList1"/>
            </w:pPr>
            <w:r w:rsidRPr="00EB525E">
              <w:t>use</w:t>
            </w:r>
            <w:r w:rsidR="004C1154">
              <w:t>d</w:t>
            </w:r>
            <w:r w:rsidRPr="00EB525E">
              <w:t xml:space="preserve"> technology to improve efficiency</w:t>
            </w:r>
          </w:p>
          <w:p w14:paraId="685F1124" w14:textId="64164C0B" w:rsidR="00BE17CD" w:rsidRDefault="00BE17CD" w:rsidP="00EB525E">
            <w:pPr>
              <w:pStyle w:val="SIBulletList1"/>
            </w:pPr>
            <w:r>
              <w:t>maintained accurate records for the following:</w:t>
            </w:r>
          </w:p>
          <w:p w14:paraId="6344EDA3" w14:textId="342AF0EF" w:rsidR="00BE17CD" w:rsidRDefault="00CD5303" w:rsidP="00EB525E">
            <w:pPr>
              <w:pStyle w:val="SIBulletList2"/>
            </w:pPr>
            <w:r w:rsidRPr="00EB525E">
              <w:t>equipment faults</w:t>
            </w:r>
            <w:r w:rsidR="00BE17CD">
              <w:t xml:space="preserve"> and servicing</w:t>
            </w:r>
          </w:p>
          <w:p w14:paraId="0DB7C786" w14:textId="6CDFA9F9" w:rsidR="00CD5303" w:rsidRDefault="00CD5303" w:rsidP="00EB525E">
            <w:pPr>
              <w:pStyle w:val="SIBulletList2"/>
            </w:pPr>
            <w:r w:rsidRPr="00EB525E">
              <w:t xml:space="preserve">workplace hazards and </w:t>
            </w:r>
            <w:r w:rsidR="00BE17CD">
              <w:t>incidents</w:t>
            </w:r>
          </w:p>
          <w:p w14:paraId="51039DCA" w14:textId="5A0F6AE4" w:rsidR="00BE17CD" w:rsidRPr="00EB525E" w:rsidRDefault="00BE17CD" w:rsidP="00EB525E">
            <w:pPr>
              <w:pStyle w:val="SIBulletList2"/>
            </w:pPr>
            <w:r>
              <w:t>crop establishment operations</w:t>
            </w:r>
          </w:p>
          <w:p w14:paraId="5E6E20A4" w14:textId="77777777" w:rsidR="00CD5303" w:rsidRDefault="00CD5303" w:rsidP="00EB525E">
            <w:pPr>
              <w:pStyle w:val="SIBulletList1"/>
            </w:pPr>
            <w:r w:rsidRPr="00EB525E">
              <w:t>assess and calculate the application of fertiliser/pesticide requirements and application rates</w:t>
            </w:r>
          </w:p>
          <w:p w14:paraId="2F87BCAB" w14:textId="3D44F0F3" w:rsidR="00BE17CD" w:rsidRDefault="00BE17CD" w:rsidP="00EB525E">
            <w:pPr>
              <w:pStyle w:val="SIBulletList1"/>
            </w:pPr>
            <w:r>
              <w:t>used equipment safely to perform the following operations:</w:t>
            </w:r>
          </w:p>
          <w:p w14:paraId="7CD83248" w14:textId="6151E874" w:rsidR="00BE17CD" w:rsidRDefault="00CD5303" w:rsidP="00EB525E">
            <w:pPr>
              <w:pStyle w:val="SIBulletList2"/>
            </w:pPr>
            <w:r w:rsidRPr="00EB525E">
              <w:t>till</w:t>
            </w:r>
            <w:r w:rsidR="00BE17CD">
              <w:t>ed the soil</w:t>
            </w:r>
          </w:p>
          <w:p w14:paraId="28EB3FE2" w14:textId="6F35DB6F" w:rsidR="00CD5303" w:rsidRDefault="00CD5303" w:rsidP="00EB525E">
            <w:pPr>
              <w:pStyle w:val="SIBulletList2"/>
            </w:pPr>
            <w:r w:rsidRPr="00EB525E">
              <w:t>appl</w:t>
            </w:r>
            <w:r w:rsidR="00BE17CD">
              <w:t>ied</w:t>
            </w:r>
            <w:r w:rsidRPr="00EB525E">
              <w:t xml:space="preserve"> pre-planting treatments</w:t>
            </w:r>
          </w:p>
          <w:p w14:paraId="58088C36" w14:textId="604FDC84" w:rsidR="00BE17CD" w:rsidRDefault="00CD5303" w:rsidP="00EB525E">
            <w:pPr>
              <w:pStyle w:val="SIBulletList2"/>
            </w:pPr>
            <w:r w:rsidRPr="00EB525E">
              <w:t>sow</w:t>
            </w:r>
            <w:r w:rsidR="00BE17CD">
              <w:t>ed seed</w:t>
            </w:r>
          </w:p>
          <w:p w14:paraId="63FE78C5" w14:textId="0A4445CC" w:rsidR="00CD5303" w:rsidRPr="00EB525E" w:rsidRDefault="00BE17CD" w:rsidP="00EB525E">
            <w:pPr>
              <w:pStyle w:val="SIBulletList2"/>
            </w:pPr>
            <w:r>
              <w:t xml:space="preserve">applied </w:t>
            </w:r>
            <w:r w:rsidR="00CD5303" w:rsidRPr="00EB525E">
              <w:t>fertiliser</w:t>
            </w:r>
          </w:p>
          <w:p w14:paraId="346C1C32" w14:textId="7E38E519" w:rsidR="00CD5303" w:rsidRPr="00EB525E" w:rsidRDefault="00CD5303" w:rsidP="00EB525E">
            <w:pPr>
              <w:pStyle w:val="SIBulletList1"/>
            </w:pPr>
            <w:r w:rsidRPr="00EB525E">
              <w:t>monitor</w:t>
            </w:r>
            <w:r w:rsidR="00BE17CD">
              <w:t>ed</w:t>
            </w:r>
            <w:r w:rsidRPr="00EB525E">
              <w:t xml:space="preserve"> environmental impact of establishing crop</w:t>
            </w:r>
          </w:p>
          <w:p w14:paraId="3F4E2EAA" w14:textId="1D3DC08F" w:rsidR="00556C4C" w:rsidRPr="002A1106" w:rsidRDefault="00CD5303" w:rsidP="00EB525E">
            <w:pPr>
              <w:pStyle w:val="SIBulletList1"/>
            </w:pPr>
            <w:r w:rsidRPr="00EB525E">
              <w:t>follow</w:t>
            </w:r>
            <w:r w:rsidR="00BE17CD">
              <w:t>ed</w:t>
            </w:r>
            <w:r w:rsidRPr="00EB525E">
              <w:t xml:space="preserve"> </w:t>
            </w:r>
            <w:r w:rsidR="00BE17CD">
              <w:t>workplace</w:t>
            </w:r>
            <w:r w:rsidRPr="00EB525E">
              <w:t xml:space="preserve"> health and safety</w:t>
            </w:r>
            <w:r w:rsidR="00BE17CD">
              <w:t>, environmental and biosecurity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7CC8AF36" w14:textId="53624FA5" w:rsidR="00CD5303" w:rsidRPr="00CD5303" w:rsidRDefault="000D72DE" w:rsidP="00CD5303">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903B504" w14:textId="77777777" w:rsidR="00CD5303" w:rsidRPr="00CD5303" w:rsidRDefault="00CD5303" w:rsidP="00CD5303">
            <w:pPr>
              <w:pStyle w:val="SIBulletList1"/>
            </w:pPr>
            <w:r w:rsidRPr="00CD5303">
              <w:t>crop types, preparation of seeds, seeding methods and application techniques</w:t>
            </w:r>
          </w:p>
          <w:p w14:paraId="2E44362B" w14:textId="77777777" w:rsidR="00CD5303" w:rsidRPr="00CD5303" w:rsidRDefault="00CD5303" w:rsidP="00CD5303">
            <w:pPr>
              <w:pStyle w:val="SIBulletList1"/>
            </w:pPr>
            <w:r w:rsidRPr="00CD5303">
              <w:t>fertiliser types, rates of application and crop nutrient requirements</w:t>
            </w:r>
          </w:p>
          <w:p w14:paraId="09DECFB0" w14:textId="0B0362DD" w:rsidR="00CD5303" w:rsidRPr="00CD5303" w:rsidRDefault="00CD5303" w:rsidP="00CD5303">
            <w:pPr>
              <w:pStyle w:val="SIBulletList1"/>
            </w:pPr>
            <w:r w:rsidRPr="00CD5303">
              <w:t>effects of weather conditions</w:t>
            </w:r>
            <w:r w:rsidR="00AE2F53">
              <w:t xml:space="preserve"> both </w:t>
            </w:r>
            <w:r w:rsidRPr="00CD5303">
              <w:t>normal and adverse</w:t>
            </w:r>
            <w:r w:rsidR="00AE2F53">
              <w:t xml:space="preserve">, </w:t>
            </w:r>
            <w:r w:rsidRPr="00CD5303">
              <w:t>on seeding and fertilising applications</w:t>
            </w:r>
          </w:p>
          <w:p w14:paraId="43D25207" w14:textId="30D2D0F4" w:rsidR="00CD5303" w:rsidRPr="00CD5303" w:rsidRDefault="00CD5303" w:rsidP="00CD5303">
            <w:pPr>
              <w:pStyle w:val="SIBulletList1"/>
            </w:pPr>
            <w:r w:rsidRPr="00CD5303">
              <w:t>operating principles and operating methods for machinery and equipment</w:t>
            </w:r>
            <w:r w:rsidR="00AE2F53">
              <w:t>, including:</w:t>
            </w:r>
          </w:p>
          <w:p w14:paraId="76A1AE22" w14:textId="77777777" w:rsidR="00CD5303" w:rsidRPr="00CD5303" w:rsidRDefault="00CD5303" w:rsidP="00EB525E">
            <w:pPr>
              <w:pStyle w:val="SIBulletList2"/>
            </w:pPr>
            <w:r w:rsidRPr="00CD5303">
              <w:t>pre-operational and safety checks, servicing and maintenance procedures for seeding machinery and equipment</w:t>
            </w:r>
          </w:p>
          <w:p w14:paraId="33A23527" w14:textId="77777777" w:rsidR="00CD5303" w:rsidRPr="00CD5303" w:rsidRDefault="00CD5303" w:rsidP="00EB525E">
            <w:pPr>
              <w:pStyle w:val="SIBulletList2"/>
            </w:pPr>
            <w:r w:rsidRPr="00CD5303">
              <w:t>principles of weight distribution with regard to load shifting and vehicle movement</w:t>
            </w:r>
          </w:p>
          <w:p w14:paraId="70DDFB19" w14:textId="77777777" w:rsidR="00CD5303" w:rsidRPr="00CD5303" w:rsidRDefault="00CD5303" w:rsidP="00EB525E">
            <w:pPr>
              <w:pStyle w:val="SIBulletList2"/>
            </w:pPr>
            <w:r w:rsidRPr="00CD5303">
              <w:t>role of technology in improving efficiency</w:t>
            </w:r>
          </w:p>
          <w:p w14:paraId="1B888238" w14:textId="50722DD5" w:rsidR="002A1106" w:rsidRPr="002A1106" w:rsidRDefault="00CD5303" w:rsidP="002A1106">
            <w:pPr>
              <w:pStyle w:val="SIBulletList1"/>
            </w:pPr>
            <w:r w:rsidRPr="00CD5303">
              <w:t>sustainable land management and soil conservation techniques</w:t>
            </w:r>
            <w:r w:rsidR="002A1106">
              <w:t xml:space="preserve"> including, </w:t>
            </w:r>
            <w:r w:rsidR="002A1106" w:rsidRPr="002A1106">
              <w:t>c</w:t>
            </w:r>
            <w:r w:rsidR="002A1106">
              <w:t>ontrolled traffic farming (CTF)</w:t>
            </w:r>
          </w:p>
          <w:p w14:paraId="2EB37FC9" w14:textId="53B5BEA1" w:rsidR="00CD5303" w:rsidRPr="00CD5303" w:rsidRDefault="00CD5303" w:rsidP="00CD5303">
            <w:pPr>
              <w:pStyle w:val="SIBulletList1"/>
            </w:pPr>
            <w:r w:rsidRPr="00CD5303">
              <w:t xml:space="preserve">positive </w:t>
            </w:r>
            <w:r w:rsidR="002A1106">
              <w:t xml:space="preserve">and negative </w:t>
            </w:r>
            <w:r w:rsidRPr="00CD5303">
              <w:t xml:space="preserve">environmental practices and </w:t>
            </w:r>
            <w:r w:rsidR="002A1106">
              <w:t>methods to mitigate damage</w:t>
            </w:r>
            <w:r w:rsidR="002A1106" w:rsidRPr="00CD5303">
              <w:t xml:space="preserve"> </w:t>
            </w:r>
            <w:r w:rsidRPr="00CD5303">
              <w:t>associated with seeding operations</w:t>
            </w:r>
          </w:p>
          <w:p w14:paraId="373A2048" w14:textId="77777777" w:rsidR="00CD5303" w:rsidRPr="00CD5303" w:rsidRDefault="00CD5303" w:rsidP="00CD5303">
            <w:pPr>
              <w:pStyle w:val="SIBulletList1"/>
            </w:pPr>
            <w:r w:rsidRPr="00CD5303">
              <w:t>procedures for cleaning, securing and storing machinery, equipment and materials</w:t>
            </w:r>
          </w:p>
          <w:p w14:paraId="4BF530F7" w14:textId="1F45D50D" w:rsidR="00CD5303" w:rsidRPr="00CD5303" w:rsidRDefault="00CD5303" w:rsidP="00CD5303">
            <w:pPr>
              <w:pStyle w:val="SIBulletList1"/>
            </w:pPr>
            <w:r w:rsidRPr="00CD5303">
              <w:t>enterprise policies regard</w:t>
            </w:r>
            <w:r w:rsidR="002A1106">
              <w:t>ing</w:t>
            </w:r>
            <w:r w:rsidRPr="00CD5303">
              <w:t xml:space="preserve"> seeding operations, and recording and reporting routines</w:t>
            </w:r>
          </w:p>
          <w:p w14:paraId="04C22928" w14:textId="23A9FAFE" w:rsidR="002A1106" w:rsidRDefault="00CD5303" w:rsidP="00CD5303">
            <w:pPr>
              <w:pStyle w:val="SIBulletList1"/>
            </w:pPr>
            <w:r w:rsidRPr="00CD5303">
              <w:lastRenderedPageBreak/>
              <w:t xml:space="preserve">workplace health and safety </w:t>
            </w:r>
            <w:r w:rsidR="002A1106">
              <w:t>policies and procedures including:</w:t>
            </w:r>
          </w:p>
          <w:p w14:paraId="18644029" w14:textId="0E5C4155" w:rsidR="00CD5303" w:rsidRDefault="002A1106" w:rsidP="00EB525E">
            <w:pPr>
              <w:pStyle w:val="SIBulletList2"/>
            </w:pPr>
            <w:r w:rsidRPr="00CD5303">
              <w:t xml:space="preserve"> </w:t>
            </w:r>
            <w:r>
              <w:t xml:space="preserve">use of </w:t>
            </w:r>
            <w:r w:rsidR="00CD5303" w:rsidRPr="00CD5303">
              <w:t>pesticides and fertilizers</w:t>
            </w:r>
          </w:p>
          <w:p w14:paraId="58FE22DC" w14:textId="652333A3" w:rsidR="00CD5303" w:rsidRPr="00CD5303" w:rsidRDefault="002A1106" w:rsidP="00EB525E">
            <w:pPr>
              <w:pStyle w:val="SIBulletList2"/>
            </w:pPr>
            <w:r>
              <w:t>p</w:t>
            </w:r>
            <w:r w:rsidR="00CD5303" w:rsidRPr="00CD5303">
              <w:t xml:space="preserve">ersonal </w:t>
            </w:r>
            <w:r>
              <w:t>p</w:t>
            </w:r>
            <w:r w:rsidR="00CD5303" w:rsidRPr="00CD5303">
              <w:t xml:space="preserve">rotective </w:t>
            </w:r>
            <w:r>
              <w:t>e</w:t>
            </w:r>
            <w:r w:rsidR="00CD5303" w:rsidRPr="00CD5303">
              <w:t>quipment and when and how it should be used</w:t>
            </w:r>
          </w:p>
          <w:p w14:paraId="0ADDB055" w14:textId="77777777" w:rsidR="002A1106" w:rsidRDefault="00CD5303" w:rsidP="00EB525E">
            <w:pPr>
              <w:pStyle w:val="SIBulletList2"/>
            </w:pPr>
            <w:r w:rsidRPr="00CD5303">
              <w:t>relevant state/territory legislation and regulations</w:t>
            </w:r>
          </w:p>
          <w:p w14:paraId="746B2886" w14:textId="41F5F94E" w:rsidR="002A1106" w:rsidRDefault="002A1106" w:rsidP="00EB525E">
            <w:pPr>
              <w:pStyle w:val="SIBulletList2"/>
            </w:pPr>
            <w:r w:rsidRPr="002A1106">
              <w:t>farm fire safety with dried crops and stubble and accumulation in equipment</w:t>
            </w:r>
          </w:p>
          <w:p w14:paraId="288C3414" w14:textId="1280EDE7" w:rsidR="00CD5303" w:rsidRPr="00CD5303" w:rsidRDefault="00CD5303" w:rsidP="00EB525E">
            <w:pPr>
              <w:pStyle w:val="SIBulletList1"/>
            </w:pPr>
            <w:r w:rsidRPr="00CD5303">
              <w:t>licensing requirements and the use and control of machinery and equipment</w:t>
            </w:r>
            <w:r w:rsidR="002A1106">
              <w:t xml:space="preserve"> on public land</w:t>
            </w:r>
          </w:p>
          <w:p w14:paraId="594042BC" w14:textId="0A6E7767" w:rsidR="00F1480E" w:rsidRPr="000754EC" w:rsidRDefault="002A1106" w:rsidP="00EB525E">
            <w:pPr>
              <w:pStyle w:val="SIBulletList1"/>
            </w:pPr>
            <w:r>
              <w:t>workplace</w:t>
            </w:r>
            <w:r w:rsidRPr="00CD5303">
              <w:t xml:space="preserve"> </w:t>
            </w:r>
            <w:r w:rsidR="00CD5303" w:rsidRPr="00CD5303">
              <w:t xml:space="preserve">biosecurity and </w:t>
            </w:r>
            <w:r>
              <w:t>environmental</w:t>
            </w:r>
            <w:r w:rsidRPr="00CD5303">
              <w:t xml:space="preserve"> </w:t>
            </w:r>
            <w:r w:rsidR="00CD5303" w:rsidRPr="00CD5303">
              <w:t>policies.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16AC3F85" w14:textId="77777777" w:rsidR="002A1106" w:rsidRPr="002A1106" w:rsidRDefault="002A1106" w:rsidP="002A1106">
            <w:pPr>
              <w:pStyle w:val="SIText"/>
            </w:pPr>
            <w:r w:rsidRPr="00C96EF9">
              <w:t xml:space="preserve">Assessment of the skills in this unit of competency must take place under the following conditions: </w:t>
            </w:r>
          </w:p>
          <w:p w14:paraId="690D91AD" w14:textId="77777777" w:rsidR="002A1106" w:rsidRPr="002A1106" w:rsidRDefault="002A1106" w:rsidP="002A1106">
            <w:pPr>
              <w:pStyle w:val="SIText"/>
            </w:pPr>
            <w:r w:rsidRPr="00B82E6B" w:rsidDel="005871C1">
              <w:t xml:space="preserve"> </w:t>
            </w:r>
          </w:p>
          <w:p w14:paraId="489A9B2C" w14:textId="77777777" w:rsidR="002A1106" w:rsidRPr="002A1106" w:rsidRDefault="002A1106" w:rsidP="002A1106">
            <w:pPr>
              <w:pStyle w:val="SIBulletList1"/>
            </w:pPr>
            <w:r w:rsidRPr="00C96EF9">
              <w:t>physical conditions:</w:t>
            </w:r>
          </w:p>
          <w:p w14:paraId="6E3FD474" w14:textId="77777777" w:rsidR="002A1106" w:rsidRPr="002A1106" w:rsidRDefault="002A1106" w:rsidP="002A1106">
            <w:pPr>
              <w:pStyle w:val="SIBulletList2"/>
              <w:rPr>
                <w:rFonts w:eastAsia="Calibri"/>
              </w:rPr>
            </w:pPr>
            <w:r w:rsidRPr="00C96EF9">
              <w:t xml:space="preserve">skills must be demonstrated </w:t>
            </w:r>
            <w:r w:rsidRPr="002A1106">
              <w:t>on a farm or an environment that accurately represents workplace conditions</w:t>
            </w:r>
          </w:p>
          <w:p w14:paraId="21C64E71" w14:textId="77777777" w:rsidR="002A1106" w:rsidRPr="002A1106" w:rsidRDefault="002A1106" w:rsidP="002A1106">
            <w:pPr>
              <w:pStyle w:val="SIBulletList1"/>
            </w:pPr>
            <w:r w:rsidRPr="00C96EF9">
              <w:t>resources, equipment and materials:</w:t>
            </w:r>
          </w:p>
          <w:p w14:paraId="4FBC18E5" w14:textId="3CDC2912" w:rsidR="002A1106" w:rsidRPr="002A1106" w:rsidRDefault="002A1106" w:rsidP="002A1106">
            <w:pPr>
              <w:pStyle w:val="SIBulletList2"/>
              <w:rPr>
                <w:rFonts w:eastAsia="Calibri"/>
              </w:rPr>
            </w:pPr>
            <w:r>
              <w:rPr>
                <w:rFonts w:eastAsia="Calibri"/>
              </w:rPr>
              <w:t>seeds, fertilisers and treatments</w:t>
            </w:r>
          </w:p>
          <w:p w14:paraId="7E13ECD8" w14:textId="018C5ECE" w:rsidR="002A1106" w:rsidRPr="002A1106" w:rsidRDefault="002A1106" w:rsidP="002A1106">
            <w:pPr>
              <w:pStyle w:val="SIBulletList2"/>
              <w:rPr>
                <w:rFonts w:eastAsia="Calibri"/>
              </w:rPr>
            </w:pPr>
            <w:r w:rsidRPr="00C96EF9">
              <w:t xml:space="preserve">use of </w:t>
            </w:r>
            <w:r w:rsidRPr="002A1106">
              <w:t xml:space="preserve">tools, equipment and machinery for preparing and sowing </w:t>
            </w:r>
            <w:r>
              <w:t>c</w:t>
            </w:r>
            <w:r w:rsidRPr="002A1106">
              <w:t>rops</w:t>
            </w:r>
          </w:p>
          <w:p w14:paraId="5D720AA3" w14:textId="77777777" w:rsidR="002A1106" w:rsidRPr="002A1106" w:rsidRDefault="002A1106" w:rsidP="002A1106">
            <w:pPr>
              <w:pStyle w:val="SIBulletList2"/>
              <w:rPr>
                <w:rFonts w:eastAsia="Calibri"/>
              </w:rPr>
            </w:pPr>
            <w:r w:rsidRPr="00C96EF9">
              <w:t xml:space="preserve">use of </w:t>
            </w:r>
            <w:r w:rsidRPr="002A1106">
              <w:t>personal protective equipment</w:t>
            </w:r>
          </w:p>
          <w:p w14:paraId="7B0EE5E7" w14:textId="77777777" w:rsidR="002A1106" w:rsidRPr="002A1106" w:rsidRDefault="002A1106" w:rsidP="002A1106">
            <w:pPr>
              <w:pStyle w:val="SIBulletList1"/>
              <w:rPr>
                <w:rFonts w:eastAsia="Calibri"/>
              </w:rPr>
            </w:pPr>
            <w:r w:rsidRPr="002A1106">
              <w:rPr>
                <w:rFonts w:eastAsia="Calibri"/>
              </w:rPr>
              <w:t>specifications:</w:t>
            </w:r>
          </w:p>
          <w:p w14:paraId="0596D531" w14:textId="77777777" w:rsidR="002A1106" w:rsidRPr="002A1106" w:rsidRDefault="002A1106" w:rsidP="002A1106">
            <w:pPr>
              <w:pStyle w:val="SIBulletList2"/>
              <w:rPr>
                <w:rFonts w:eastAsia="Calibri"/>
              </w:rPr>
            </w:pPr>
            <w:r w:rsidRPr="002A1106">
              <w:rPr>
                <w:rFonts w:eastAsia="Calibri"/>
              </w:rPr>
              <w:t>use of workplace policies, procedures, processes</w:t>
            </w:r>
          </w:p>
          <w:p w14:paraId="067D7F76" w14:textId="011DC787" w:rsidR="002A1106" w:rsidRPr="002A1106" w:rsidRDefault="002A1106" w:rsidP="002A1106">
            <w:pPr>
              <w:pStyle w:val="SIBulletList2"/>
              <w:rPr>
                <w:rFonts w:eastAsia="Calibri"/>
              </w:rPr>
            </w:pPr>
            <w:r w:rsidRPr="002A1106">
              <w:rPr>
                <w:rFonts w:eastAsia="Calibri"/>
              </w:rPr>
              <w:t>access to safety data sheets for</w:t>
            </w:r>
            <w:r>
              <w:rPr>
                <w:rFonts w:eastAsia="Calibri"/>
              </w:rPr>
              <w:t xml:space="preserve"> fertilisers and</w:t>
            </w:r>
            <w:r w:rsidRPr="002A1106">
              <w:rPr>
                <w:rFonts w:eastAsia="Calibri"/>
              </w:rPr>
              <w:t xml:space="preserve"> treatments</w:t>
            </w:r>
          </w:p>
          <w:p w14:paraId="178F905C" w14:textId="77777777" w:rsidR="002A1106" w:rsidRPr="002A1106" w:rsidRDefault="002A1106" w:rsidP="002A1106">
            <w:pPr>
              <w:pStyle w:val="SIBulletList2"/>
              <w:rPr>
                <w:rFonts w:eastAsia="Calibri"/>
              </w:rPr>
            </w:pPr>
            <w:r w:rsidRPr="002A1106">
              <w:rPr>
                <w:rFonts w:eastAsia="Calibri"/>
              </w:rPr>
              <w:t>use of workplace plans and specifications</w:t>
            </w:r>
          </w:p>
          <w:p w14:paraId="79A1DFA0" w14:textId="77777777" w:rsidR="002A1106" w:rsidRPr="002A1106" w:rsidRDefault="002A1106" w:rsidP="002A1106">
            <w:pPr>
              <w:pStyle w:val="SIBulletList1"/>
            </w:pPr>
            <w:r w:rsidRPr="00C96EF9">
              <w:t xml:space="preserve">relationships: </w:t>
            </w:r>
          </w:p>
          <w:p w14:paraId="520D04E5" w14:textId="77777777" w:rsidR="002A1106" w:rsidRPr="002A1106" w:rsidRDefault="002A1106" w:rsidP="002A1106">
            <w:pPr>
              <w:pStyle w:val="SIBulletList2"/>
            </w:pPr>
            <w:r w:rsidRPr="00C96EF9">
              <w:t>supervisor</w:t>
            </w:r>
          </w:p>
          <w:p w14:paraId="5881A420" w14:textId="77777777" w:rsidR="002A1106" w:rsidRPr="002A1106" w:rsidRDefault="002A1106" w:rsidP="002A1106">
            <w:pPr>
              <w:pStyle w:val="SIBulletList1"/>
            </w:pPr>
            <w:r w:rsidRPr="00C96EF9">
              <w:t>timeframes:</w:t>
            </w:r>
          </w:p>
          <w:p w14:paraId="00823ECA" w14:textId="77777777" w:rsidR="002A1106" w:rsidRPr="002A1106" w:rsidRDefault="002A1106" w:rsidP="002A1106">
            <w:pPr>
              <w:pStyle w:val="SIBulletList2"/>
            </w:pPr>
            <w:r w:rsidRPr="00C96EF9">
              <w:t xml:space="preserve">according to </w:t>
            </w:r>
            <w:r w:rsidRPr="002A1106">
              <w:t>specified timeframes and efficiencies.</w:t>
            </w:r>
          </w:p>
          <w:p w14:paraId="408F0CDB" w14:textId="306FE4D1" w:rsidR="00DA54B5" w:rsidRPr="00DA54B5" w:rsidRDefault="002A1106" w:rsidP="002A1106">
            <w:pPr>
              <w:rPr>
                <w:rStyle w:val="SITemporaryText-red"/>
                <w:rFonts w:eastAsia="Calibri"/>
              </w:rPr>
            </w:pPr>
            <w:r w:rsidRPr="00C96EF9">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1E0B2C"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4T12:44:00Z" w:initials="RB">
    <w:p w14:paraId="6F7F36C5" w14:textId="3BBD3609" w:rsidR="002C049A" w:rsidRDefault="002C049A">
      <w:r>
        <w:annotationRef/>
      </w:r>
      <w:r>
        <w:t>Should individuals have to demonstrate at least 2 or more conditions</w:t>
      </w:r>
      <w:r w:rsidR="00F4646D">
        <w:t>?</w:t>
      </w:r>
    </w:p>
  </w:comment>
  <w:comment w:id="1" w:author="Ron Barrow" w:date="2021-01-04T12:44:00Z" w:initials="RB">
    <w:p w14:paraId="523D8625" w14:textId="46E52F47" w:rsidR="002C049A" w:rsidRDefault="002C049A">
      <w:r>
        <w:annotationRef/>
      </w:r>
      <w:r w:rsidR="00F4646D">
        <w:t>Stakeholder</w:t>
      </w:r>
      <w:bookmarkStart w:id="2" w:name="_GoBack"/>
      <w:bookmarkEnd w:id="2"/>
      <w:r>
        <w:t xml:space="preserve"> advice for appropriate adverse conditions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7F36C5" w15:done="0"/>
  <w15:commentEx w15:paraId="523D86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7F36C5" w16cid:durableId="23B2E7C8"/>
  <w16cid:commentId w16cid:paraId="523D8625" w16cid:durableId="23B2E7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DD6BA" w14:textId="77777777" w:rsidR="001E0B2C" w:rsidRDefault="001E0B2C" w:rsidP="00BF3F0A">
      <w:r>
        <w:separator/>
      </w:r>
    </w:p>
    <w:p w14:paraId="55B384BF" w14:textId="77777777" w:rsidR="001E0B2C" w:rsidRDefault="001E0B2C"/>
  </w:endnote>
  <w:endnote w:type="continuationSeparator" w:id="0">
    <w:p w14:paraId="703273DA" w14:textId="77777777" w:rsidR="001E0B2C" w:rsidRDefault="001E0B2C" w:rsidP="00BF3F0A">
      <w:r>
        <w:continuationSeparator/>
      </w:r>
    </w:p>
    <w:p w14:paraId="5A935CBE" w14:textId="77777777" w:rsidR="001E0B2C" w:rsidRDefault="001E0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0278F">
          <w:rPr>
            <w:noProof/>
          </w:rPr>
          <w:t>6</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70997" w14:textId="77777777" w:rsidR="001E0B2C" w:rsidRDefault="001E0B2C" w:rsidP="00BF3F0A">
      <w:r>
        <w:separator/>
      </w:r>
    </w:p>
    <w:p w14:paraId="4217B222" w14:textId="77777777" w:rsidR="001E0B2C" w:rsidRDefault="001E0B2C"/>
  </w:footnote>
  <w:footnote w:type="continuationSeparator" w:id="0">
    <w:p w14:paraId="4B059B6C" w14:textId="77777777" w:rsidR="001E0B2C" w:rsidRDefault="001E0B2C" w:rsidP="00BF3F0A">
      <w:r>
        <w:continuationSeparator/>
      </w:r>
    </w:p>
    <w:p w14:paraId="31285561" w14:textId="77777777" w:rsidR="001E0B2C" w:rsidRDefault="001E0B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26B052F9" w:rsidR="009C2650" w:rsidRPr="00CD5303" w:rsidRDefault="00CD5303" w:rsidP="00CD5303">
    <w:r w:rsidRPr="00CD5303">
      <w:rPr>
        <w:lang w:eastAsia="en-US"/>
      </w:rPr>
      <w:t>AHCBAC306 Establish agricultural crops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9093B"/>
    <w:rsid w:val="000A5441"/>
    <w:rsid w:val="000B2022"/>
    <w:rsid w:val="000C149A"/>
    <w:rsid w:val="000C224E"/>
    <w:rsid w:val="000D72DE"/>
    <w:rsid w:val="000E25E6"/>
    <w:rsid w:val="000E2C86"/>
    <w:rsid w:val="000F29F2"/>
    <w:rsid w:val="00101659"/>
    <w:rsid w:val="0010278F"/>
    <w:rsid w:val="00105AEA"/>
    <w:rsid w:val="001078BF"/>
    <w:rsid w:val="00133957"/>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D30EB"/>
    <w:rsid w:val="001D5C1B"/>
    <w:rsid w:val="001D7F5B"/>
    <w:rsid w:val="001E0849"/>
    <w:rsid w:val="001E0B2C"/>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771C6"/>
    <w:rsid w:val="00277EA5"/>
    <w:rsid w:val="00281840"/>
    <w:rsid w:val="00282664"/>
    <w:rsid w:val="00285FB8"/>
    <w:rsid w:val="002970C3"/>
    <w:rsid w:val="002A1106"/>
    <w:rsid w:val="002A4CD3"/>
    <w:rsid w:val="002A6CC4"/>
    <w:rsid w:val="002C03E7"/>
    <w:rsid w:val="002C049A"/>
    <w:rsid w:val="002C55E9"/>
    <w:rsid w:val="002D0C8B"/>
    <w:rsid w:val="002D330A"/>
    <w:rsid w:val="002E170C"/>
    <w:rsid w:val="002E193E"/>
    <w:rsid w:val="002F1A2C"/>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0B89"/>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1154"/>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1D70"/>
    <w:rsid w:val="005A3AA5"/>
    <w:rsid w:val="005A6C9C"/>
    <w:rsid w:val="005A74DC"/>
    <w:rsid w:val="005B5146"/>
    <w:rsid w:val="005B7490"/>
    <w:rsid w:val="005C62B3"/>
    <w:rsid w:val="005D1AFD"/>
    <w:rsid w:val="005E51E6"/>
    <w:rsid w:val="005F027A"/>
    <w:rsid w:val="005F33CC"/>
    <w:rsid w:val="005F771F"/>
    <w:rsid w:val="006030FD"/>
    <w:rsid w:val="006121D4"/>
    <w:rsid w:val="00613B49"/>
    <w:rsid w:val="00616845"/>
    <w:rsid w:val="00620E8E"/>
    <w:rsid w:val="00633CFE"/>
    <w:rsid w:val="00634FCA"/>
    <w:rsid w:val="00643D1B"/>
    <w:rsid w:val="006452B8"/>
    <w:rsid w:val="00652E62"/>
    <w:rsid w:val="00657861"/>
    <w:rsid w:val="00682D0D"/>
    <w:rsid w:val="00686A49"/>
    <w:rsid w:val="00687B62"/>
    <w:rsid w:val="00690C44"/>
    <w:rsid w:val="006969D9"/>
    <w:rsid w:val="006A2B68"/>
    <w:rsid w:val="006B49F7"/>
    <w:rsid w:val="006C2F32"/>
    <w:rsid w:val="006D1AF9"/>
    <w:rsid w:val="006D38C3"/>
    <w:rsid w:val="006D4448"/>
    <w:rsid w:val="006D6DFD"/>
    <w:rsid w:val="006E2C4D"/>
    <w:rsid w:val="006E42FE"/>
    <w:rsid w:val="006F0D02"/>
    <w:rsid w:val="006F10FE"/>
    <w:rsid w:val="006F3622"/>
    <w:rsid w:val="006F3D3E"/>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07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B745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1203"/>
    <w:rsid w:val="00997BFC"/>
    <w:rsid w:val="009A5900"/>
    <w:rsid w:val="009A6E6C"/>
    <w:rsid w:val="009A6F3F"/>
    <w:rsid w:val="009A71BE"/>
    <w:rsid w:val="009B331A"/>
    <w:rsid w:val="009C2650"/>
    <w:rsid w:val="009D15E2"/>
    <w:rsid w:val="009D15FE"/>
    <w:rsid w:val="009D5D2C"/>
    <w:rsid w:val="009F0DCC"/>
    <w:rsid w:val="009F11CA"/>
    <w:rsid w:val="009F1CCE"/>
    <w:rsid w:val="00A0695B"/>
    <w:rsid w:val="00A10F1D"/>
    <w:rsid w:val="00A13052"/>
    <w:rsid w:val="00A14BB2"/>
    <w:rsid w:val="00A174F4"/>
    <w:rsid w:val="00A216A8"/>
    <w:rsid w:val="00A223A6"/>
    <w:rsid w:val="00A3420C"/>
    <w:rsid w:val="00A3639E"/>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D3896"/>
    <w:rsid w:val="00AD5B47"/>
    <w:rsid w:val="00AE1ED9"/>
    <w:rsid w:val="00AE2F53"/>
    <w:rsid w:val="00AE32CB"/>
    <w:rsid w:val="00AF3957"/>
    <w:rsid w:val="00AF60C3"/>
    <w:rsid w:val="00B0712C"/>
    <w:rsid w:val="00B12013"/>
    <w:rsid w:val="00B22C67"/>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17CD"/>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F5316"/>
    <w:rsid w:val="00E238E6"/>
    <w:rsid w:val="00E34CD8"/>
    <w:rsid w:val="00E35064"/>
    <w:rsid w:val="00E3681D"/>
    <w:rsid w:val="00E40225"/>
    <w:rsid w:val="00E501F0"/>
    <w:rsid w:val="00E6166D"/>
    <w:rsid w:val="00E91BFF"/>
    <w:rsid w:val="00E92933"/>
    <w:rsid w:val="00E933B0"/>
    <w:rsid w:val="00E94FAD"/>
    <w:rsid w:val="00E95498"/>
    <w:rsid w:val="00E96ABC"/>
    <w:rsid w:val="00EB0AA4"/>
    <w:rsid w:val="00EB525E"/>
    <w:rsid w:val="00EB5C88"/>
    <w:rsid w:val="00EC0469"/>
    <w:rsid w:val="00EC0C3E"/>
    <w:rsid w:val="00EC0E14"/>
    <w:rsid w:val="00EF01F8"/>
    <w:rsid w:val="00EF3268"/>
    <w:rsid w:val="00EF40EF"/>
    <w:rsid w:val="00EF47FE"/>
    <w:rsid w:val="00F069BD"/>
    <w:rsid w:val="00F1480E"/>
    <w:rsid w:val="00F1497D"/>
    <w:rsid w:val="00F16AAC"/>
    <w:rsid w:val="00F30C7D"/>
    <w:rsid w:val="00F33FF2"/>
    <w:rsid w:val="00F438FC"/>
    <w:rsid w:val="00F4646D"/>
    <w:rsid w:val="00F51619"/>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2A820-68CA-4283-BEF0-042A91222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A4B58E4-8262-463B-8002-DD882E8D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190</TotalTime>
  <Pages>4</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36</cp:revision>
  <cp:lastPrinted>2016-05-27T05:21:00Z</cp:lastPrinted>
  <dcterms:created xsi:type="dcterms:W3CDTF">2020-08-25T06:08:00Z</dcterms:created>
  <dcterms:modified xsi:type="dcterms:W3CDTF">2021-01-20T06:33:00Z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